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70FF44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D53AB" w:rsidRPr="00AD53AB">
        <w:rPr>
          <w:rFonts w:cstheme="minorHAnsi"/>
          <w:b/>
          <w:lang w:eastAsia="pl-PL"/>
        </w:rPr>
        <w:t>POST/DYS/OLD/GZ/00198/2026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D53AB" w:rsidRPr="00AD53AB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Grodzisk, Baranów, Jaktorów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7B0F16E" w:rsidR="00347E8D" w:rsidRPr="006B2C28" w:rsidRDefault="00AD53A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D53AB">
            <w:rPr>
              <w:rFonts w:asciiTheme="minorHAnsi" w:hAnsiTheme="minorHAnsi" w:cstheme="minorHAnsi"/>
              <w:sz w:val="14"/>
              <w:szCs w:val="14"/>
            </w:rPr>
            <w:t>POST/DYS/OLD/GZ/00198/2026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2852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9C6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3AB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(S).docx</dmsv2BaseFileName>
    <dmsv2BaseDisplayName xmlns="http://schemas.microsoft.com/sharepoint/v3">Załącznik nr 8 do SWZ - Oświadczenie o dysponowaniu osobami (S)</dmsv2BaseDisplayName>
    <dmsv2SWPP2ObjectNumber xmlns="http://schemas.microsoft.com/sharepoint/v3">POST/DYS/OLD/GZ/00198/2026                        </dmsv2SWPP2ObjectNumber>
    <dmsv2SWPP2SumMD5 xmlns="http://schemas.microsoft.com/sharepoint/v3">33b62053cd63fba139d17a57cae02871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24181082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JEUP5JKVCYQC-1398355148-6697</_dlc_DocId>
    <_dlc_DocIdUrl xmlns="a19cb1c7-c5c7-46d4-85ae-d83685407bba">
      <Url>https://swpp2.dms.gkpge.pl/sites/41/_layouts/15/DocIdRedir.aspx?ID=JEUP5JKVCYQC-1398355148-6697</Url>
      <Description>JEUP5JKVCYQC-1398355148-6697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F747285-B4E2-407B-B4AD-99D64A3957E5}"/>
</file>

<file path=customXml/itemProps4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11</cp:revision>
  <cp:lastPrinted>2024-07-15T11:21:00Z</cp:lastPrinted>
  <dcterms:created xsi:type="dcterms:W3CDTF">2025-10-02T08:28:00Z</dcterms:created>
  <dcterms:modified xsi:type="dcterms:W3CDTF">2026-01-23T11:53:00Z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f05ecc4a-c3bf-4c46-b50d-4f1eccbea5b2</vt:lpwstr>
  </property>
</Properties>
</file>